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3342A9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E67AEA">
        <w:rPr>
          <w:b/>
          <w:color w:val="FF5200" w:themeColor="accent2"/>
          <w:sz w:val="36"/>
          <w:szCs w:val="36"/>
        </w:rPr>
        <w:t>„</w:t>
      </w:r>
      <w:r w:rsidR="00451C20">
        <w:rPr>
          <w:b/>
          <w:color w:val="FF5200" w:themeColor="accent2"/>
          <w:sz w:val="36"/>
          <w:szCs w:val="36"/>
        </w:rPr>
        <w:t>Novoroční kulturně společenské setkání zaměstnanců SŽG</w:t>
      </w:r>
      <w:r w:rsidR="0031280B" w:rsidRPr="00E67AE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A14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A1456" w:rsidRPr="004A14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451C2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894</w:t>
      </w:r>
      <w:r w:rsidR="004A1456" w:rsidRPr="004A14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73FA86AE" w14:textId="533B43F8" w:rsidR="001730F3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2836047" w:history="1">
            <w:r w:rsidR="001730F3" w:rsidRPr="000A758E">
              <w:rPr>
                <w:rStyle w:val="Hypertextovodkaz"/>
                <w:noProof/>
              </w:rPr>
              <w:t>Kapitola 1.</w:t>
            </w:r>
            <w:r w:rsidR="001730F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730F3" w:rsidRPr="000A758E">
              <w:rPr>
                <w:rStyle w:val="Hypertextovodkaz"/>
                <w:noProof/>
              </w:rPr>
              <w:t>Základní údaje k nabídce</w:t>
            </w:r>
            <w:r w:rsidR="001730F3">
              <w:rPr>
                <w:noProof/>
                <w:webHidden/>
              </w:rPr>
              <w:tab/>
            </w:r>
            <w:r w:rsidR="001730F3">
              <w:rPr>
                <w:noProof/>
                <w:webHidden/>
              </w:rPr>
              <w:fldChar w:fldCharType="begin"/>
            </w:r>
            <w:r w:rsidR="001730F3">
              <w:rPr>
                <w:noProof/>
                <w:webHidden/>
              </w:rPr>
              <w:instrText xml:space="preserve"> PAGEREF _Toc152836047 \h </w:instrText>
            </w:r>
            <w:r w:rsidR="001730F3">
              <w:rPr>
                <w:noProof/>
                <w:webHidden/>
              </w:rPr>
            </w:r>
            <w:r w:rsidR="001730F3">
              <w:rPr>
                <w:noProof/>
                <w:webHidden/>
              </w:rPr>
              <w:fldChar w:fldCharType="separate"/>
            </w:r>
            <w:r w:rsidR="00E076D4">
              <w:rPr>
                <w:noProof/>
                <w:webHidden/>
              </w:rPr>
              <w:t>2</w:t>
            </w:r>
            <w:r w:rsidR="001730F3">
              <w:rPr>
                <w:noProof/>
                <w:webHidden/>
              </w:rPr>
              <w:fldChar w:fldCharType="end"/>
            </w:r>
          </w:hyperlink>
        </w:p>
        <w:p w14:paraId="6D0DA3BD" w14:textId="6881DFF5" w:rsidR="001730F3" w:rsidRDefault="001730F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2836048" w:history="1">
            <w:r w:rsidRPr="000A758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A758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_Toc152836048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76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F8478" w14:textId="2BCCED3E" w:rsidR="001730F3" w:rsidRDefault="001730F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2836049" w:history="1">
            <w:r w:rsidRPr="000A758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A758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_Toc152836049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76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9BE57" w14:textId="38AB6084" w:rsidR="001730F3" w:rsidRDefault="001730F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2836050" w:history="1">
            <w:r w:rsidRPr="000A758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A758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_Toc152836050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76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80C22" w14:textId="71B921A8" w:rsidR="001730F3" w:rsidRDefault="001730F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2836051" w:history="1">
            <w:r w:rsidRPr="000A758E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A758E">
              <w:rPr>
                <w:rStyle w:val="Hypertextovodkaz"/>
                <w:noProof/>
              </w:rPr>
              <w:t>Čestné</w:t>
            </w:r>
            <w:r w:rsidRPr="000A758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_Toc152836051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76D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F7FC6C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2836047"/>
      <w:r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12B2AD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67AEA">
        <w:rPr>
          <w:rFonts w:eastAsia="Times New Roman" w:cs="Times New Roman"/>
          <w:lang w:eastAsia="cs-CZ"/>
        </w:rPr>
        <w:t>podlimitní sektorovou veřejnou zakázku</w:t>
      </w:r>
      <w:r w:rsidRPr="00E67AE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D3C64D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076D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076D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5283604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52836049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E67AEA">
        <w:rPr>
          <w:rFonts w:eastAsia="Times New Roman" w:cs="Times New Roman"/>
          <w:lang w:eastAsia="cs-CZ"/>
        </w:rPr>
        <w:t xml:space="preserve">tuto </w:t>
      </w:r>
      <w:r w:rsidR="00A327CB" w:rsidRPr="00E67AEA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5283605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5283605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2A27CB1" w14:textId="299E3C5B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A788B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D986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9D15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8883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FE5D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9A21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30F3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342F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46091"/>
    <w:rsid w:val="00450F07"/>
    <w:rsid w:val="00451C20"/>
    <w:rsid w:val="00453CD3"/>
    <w:rsid w:val="00460660"/>
    <w:rsid w:val="00486107"/>
    <w:rsid w:val="00487AC9"/>
    <w:rsid w:val="00491827"/>
    <w:rsid w:val="004A1456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046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A70C7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76D4"/>
    <w:rsid w:val="00E20AF9"/>
    <w:rsid w:val="00E308FE"/>
    <w:rsid w:val="00E30A0E"/>
    <w:rsid w:val="00E34137"/>
    <w:rsid w:val="00E34D19"/>
    <w:rsid w:val="00E36C4A"/>
    <w:rsid w:val="00E46950"/>
    <w:rsid w:val="00E6656A"/>
    <w:rsid w:val="00E666DF"/>
    <w:rsid w:val="00E67AEA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F8BC0E-B7B7-4A5B-AF50-9B20D3D3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7</Pages>
  <Words>1024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10</cp:revision>
  <cp:lastPrinted>2023-12-07T09:08:00Z</cp:lastPrinted>
  <dcterms:created xsi:type="dcterms:W3CDTF">2023-10-06T09:53:00Z</dcterms:created>
  <dcterms:modified xsi:type="dcterms:W3CDTF">2023-12-07T09:08:00Z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